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5AAF" w14:textId="41D4CF90" w:rsidR="000C7F36" w:rsidRPr="008A62B0" w:rsidRDefault="00426FFD" w:rsidP="00B47E58">
      <w:pPr>
        <w:pStyle w:val="Heading2"/>
        <w:rPr>
          <w:rFonts w:ascii="Helvetica" w:hAnsi="Helvetica"/>
        </w:rPr>
      </w:pPr>
      <w:r>
        <w:rPr>
          <w:rFonts w:ascii="Helvetica" w:hAnsi="Helvetica"/>
        </w:rPr>
        <w:t xml:space="preserve">Social Media </w:t>
      </w:r>
      <w:r w:rsidR="00DC19A9">
        <w:rPr>
          <w:rFonts w:ascii="Helvetica" w:hAnsi="Helvetica"/>
        </w:rPr>
        <w:t>Audit</w:t>
      </w:r>
      <w:r>
        <w:rPr>
          <w:rFonts w:ascii="Helvetica" w:hAnsi="Helvetica"/>
        </w:rPr>
        <w:t xml:space="preserve"> Checklist</w:t>
      </w:r>
    </w:p>
    <w:p w14:paraId="2FE2A317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Review and secure all your social media profiles</w:t>
      </w:r>
    </w:p>
    <w:p w14:paraId="249784D8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Analyze the performance of each of your social media profiles</w:t>
      </w:r>
    </w:p>
    <w:p w14:paraId="63D023FD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Review your publishing schedule</w:t>
      </w:r>
    </w:p>
    <w:p w14:paraId="430192BA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Run an audience analysis</w:t>
      </w:r>
    </w:p>
    <w:p w14:paraId="2E66C00A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Complete a content analysis</w:t>
      </w:r>
    </w:p>
    <w:p w14:paraId="36E20AA3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Run a SWOT analysis</w:t>
      </w:r>
      <w:bookmarkStart w:id="0" w:name="_GoBack"/>
      <w:bookmarkEnd w:id="0"/>
    </w:p>
    <w:p w14:paraId="18BEE23D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Add or delete social channels from your profile</w:t>
      </w:r>
    </w:p>
    <w:p w14:paraId="6DF9FB86" w14:textId="77777777" w:rsidR="00C45849" w:rsidRPr="00C45849" w:rsidRDefault="00C45849" w:rsidP="00C45849">
      <w:pPr>
        <w:pStyle w:val="ListParagraph"/>
        <w:numPr>
          <w:ilvl w:val="0"/>
          <w:numId w:val="22"/>
        </w:numPr>
        <w:rPr>
          <w:rFonts w:ascii="Helvetica" w:hAnsi="Helvetica"/>
        </w:rPr>
      </w:pPr>
      <w:r w:rsidRPr="00C45849">
        <w:rPr>
          <w:rFonts w:ascii="Helvetica" w:hAnsi="Helvetica"/>
        </w:rPr>
        <w:t>Review goals from the previous year</w:t>
      </w:r>
    </w:p>
    <w:p w14:paraId="78BC29D1" w14:textId="77777777" w:rsidR="008A62B0" w:rsidRPr="008A62B0" w:rsidRDefault="008A62B0" w:rsidP="008A62B0">
      <w:pPr>
        <w:pStyle w:val="Heading2"/>
        <w:rPr>
          <w:rFonts w:ascii="Helvetica" w:hAnsi="Helvetica"/>
        </w:rPr>
      </w:pPr>
      <w:r w:rsidRPr="008A62B0">
        <w:rPr>
          <w:rFonts w:ascii="Helvetica" w:hAnsi="Helvetica"/>
        </w:rPr>
        <w:t>Notes:</w:t>
      </w:r>
    </w:p>
    <w:sectPr w:rsidR="008A62B0" w:rsidRPr="008A62B0" w:rsidSect="00BC4C00">
      <w:footerReference w:type="default" r:id="rId7"/>
      <w:pgSz w:w="12240" w:h="15840"/>
      <w:pgMar w:top="1901" w:right="1008" w:bottom="144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F2938" w14:textId="77777777" w:rsidR="000132C4" w:rsidRDefault="000132C4">
      <w:pPr>
        <w:spacing w:before="0" w:after="0" w:line="240" w:lineRule="auto"/>
      </w:pPr>
      <w:r>
        <w:separator/>
      </w:r>
    </w:p>
    <w:p w14:paraId="23DD0D88" w14:textId="77777777" w:rsidR="000132C4" w:rsidRDefault="000132C4"/>
  </w:endnote>
  <w:endnote w:type="continuationSeparator" w:id="0">
    <w:p w14:paraId="6F02555F" w14:textId="77777777" w:rsidR="000132C4" w:rsidRDefault="000132C4">
      <w:pPr>
        <w:spacing w:before="0" w:after="0" w:line="240" w:lineRule="auto"/>
      </w:pPr>
      <w:r>
        <w:continuationSeparator/>
      </w:r>
    </w:p>
    <w:p w14:paraId="479218EB" w14:textId="77777777" w:rsidR="000132C4" w:rsidRDefault="000132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E3A95" w14:textId="77777777" w:rsidR="000C7F36" w:rsidRDefault="00EB03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F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579B3" w14:textId="77777777" w:rsidR="000132C4" w:rsidRDefault="000132C4">
      <w:pPr>
        <w:spacing w:before="0" w:after="0" w:line="240" w:lineRule="auto"/>
      </w:pPr>
      <w:r>
        <w:separator/>
      </w:r>
    </w:p>
    <w:p w14:paraId="0C0A9D60" w14:textId="77777777" w:rsidR="000132C4" w:rsidRDefault="000132C4"/>
  </w:footnote>
  <w:footnote w:type="continuationSeparator" w:id="0">
    <w:p w14:paraId="65CFB8BD" w14:textId="77777777" w:rsidR="000132C4" w:rsidRDefault="000132C4">
      <w:pPr>
        <w:spacing w:before="0" w:after="0" w:line="240" w:lineRule="auto"/>
      </w:pPr>
      <w:r>
        <w:continuationSeparator/>
      </w:r>
    </w:p>
    <w:p w14:paraId="6CEF08C5" w14:textId="77777777" w:rsidR="000132C4" w:rsidRDefault="000132C4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7D0946"/>
    <w:multiLevelType w:val="hybridMultilevel"/>
    <w:tmpl w:val="DD049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67F2"/>
    <w:multiLevelType w:val="multilevel"/>
    <w:tmpl w:val="ED1A8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D54AF"/>
    <w:multiLevelType w:val="multilevel"/>
    <w:tmpl w:val="F6F2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20473C"/>
    <w:multiLevelType w:val="hybridMultilevel"/>
    <w:tmpl w:val="26980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D687B"/>
    <w:multiLevelType w:val="hybridMultilevel"/>
    <w:tmpl w:val="15B669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E3B4C"/>
    <w:multiLevelType w:val="hybridMultilevel"/>
    <w:tmpl w:val="33DE1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D7A0C"/>
    <w:multiLevelType w:val="hybridMultilevel"/>
    <w:tmpl w:val="F0A6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806932"/>
    <w:multiLevelType w:val="multilevel"/>
    <w:tmpl w:val="E2267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B156B3"/>
    <w:multiLevelType w:val="multilevel"/>
    <w:tmpl w:val="AF7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927F60"/>
    <w:multiLevelType w:val="multilevel"/>
    <w:tmpl w:val="BF56D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C1A84"/>
    <w:multiLevelType w:val="multilevel"/>
    <w:tmpl w:val="E5D8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13"/>
  </w:num>
  <w:num w:numId="7">
    <w:abstractNumId w:val="4"/>
  </w:num>
  <w:num w:numId="8">
    <w:abstractNumId w:val="17"/>
  </w:num>
  <w:num w:numId="9">
    <w:abstractNumId w:val="18"/>
  </w:num>
  <w:num w:numId="10">
    <w:abstractNumId w:val="18"/>
    <w:lvlOverride w:ilvl="1">
      <w:lvl w:ilvl="1">
        <w:numFmt w:val="lowerLetter"/>
        <w:lvlText w:val="%2."/>
        <w:lvlJc w:val="left"/>
      </w:lvl>
    </w:lvlOverride>
  </w:num>
  <w:num w:numId="11">
    <w:abstractNumId w:val="18"/>
    <w:lvlOverride w:ilvl="1">
      <w:lvl w:ilvl="1">
        <w:numFmt w:val="lowerLetter"/>
        <w:lvlText w:val="%2."/>
        <w:lvlJc w:val="left"/>
      </w:lvl>
    </w:lvlOverride>
  </w:num>
  <w:num w:numId="12">
    <w:abstractNumId w:val="16"/>
  </w:num>
  <w:num w:numId="13">
    <w:abstractNumId w:val="7"/>
  </w:num>
  <w:num w:numId="14">
    <w:abstractNumId w:val="6"/>
  </w:num>
  <w:num w:numId="15">
    <w:abstractNumId w:val="15"/>
  </w:num>
  <w:num w:numId="16">
    <w:abstractNumId w:val="15"/>
    <w:lvlOverride w:ilvl="1">
      <w:lvl w:ilvl="1">
        <w:numFmt w:val="lowerLetter"/>
        <w:lvlText w:val="%2."/>
        <w:lvlJc w:val="left"/>
      </w:lvl>
    </w:lvlOverride>
  </w:num>
  <w:num w:numId="17">
    <w:abstractNumId w:val="14"/>
  </w:num>
  <w:num w:numId="18">
    <w:abstractNumId w:val="10"/>
  </w:num>
  <w:num w:numId="19">
    <w:abstractNumId w:val="5"/>
  </w:num>
  <w:num w:numId="20">
    <w:abstractNumId w:val="2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58"/>
    <w:rsid w:val="000132C4"/>
    <w:rsid w:val="000B1260"/>
    <w:rsid w:val="000C7F36"/>
    <w:rsid w:val="00426FFD"/>
    <w:rsid w:val="007B3CC1"/>
    <w:rsid w:val="008A62B0"/>
    <w:rsid w:val="00B47E58"/>
    <w:rsid w:val="00BC4C00"/>
    <w:rsid w:val="00C45849"/>
    <w:rsid w:val="00DC19A9"/>
    <w:rsid w:val="00EB03FB"/>
    <w:rsid w:val="00EB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6007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Ind w:w="0" w:type="dxa"/>
      <w:tblBorders>
        <w:bottom w:val="single" w:sz="6" w:space="0" w:color="0072C6" w:themeColor="accent1"/>
        <w:insideH w:val="single" w:sz="6" w:space="0" w:color="0072C6" w:themeColor="accent1"/>
      </w:tblBorders>
      <w:tblCellMar>
        <w:top w:w="0" w:type="dxa"/>
        <w:left w:w="230" w:type="dxa"/>
        <w:bottom w:w="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olor w:val="F98723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F98723" w:themeColor="accent2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ListParagraph">
    <w:name w:val="List Paragraph"/>
    <w:basedOn w:val="Normal"/>
    <w:uiPriority w:val="34"/>
    <w:unhideWhenUsed/>
    <w:qFormat/>
    <w:rsid w:val="0042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eonnabergstrom/Library/Containers/com.microsoft.Word/Data/Library/Caches/1033/TM10002076/Business%20Paper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Paper.dotx</Template>
  <TotalTime>0</TotalTime>
  <Pages>1</Pages>
  <Words>50</Words>
  <Characters>286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Breonna Bergstrom</dc:creator>
  <cp:keywords/>
  <dc:description/>
  <cp:lastModifiedBy>Breonna Bergstrom</cp:lastModifiedBy>
  <cp:revision>3</cp:revision>
  <dcterms:created xsi:type="dcterms:W3CDTF">2018-02-23T20:37:00Z</dcterms:created>
  <dcterms:modified xsi:type="dcterms:W3CDTF">2018-02-26T15:45:00Z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TF10002024</vt:lpwstr>
  </property>
</Properties>
</file>